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E38B2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AA1B65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DD11DA" w14:textId="2F8187E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972330">
        <w:rPr>
          <w:rFonts w:ascii="Corbel" w:hAnsi="Corbel"/>
          <w:i/>
          <w:smallCaps/>
          <w:sz w:val="24"/>
          <w:szCs w:val="24"/>
        </w:rPr>
        <w:t>2019-2022</w:t>
      </w:r>
    </w:p>
    <w:p w14:paraId="0402C7C4" w14:textId="36CB91A0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972330">
        <w:rPr>
          <w:rFonts w:ascii="Corbel" w:hAnsi="Corbel"/>
          <w:sz w:val="20"/>
          <w:szCs w:val="20"/>
        </w:rPr>
        <w:t>0</w:t>
      </w:r>
      <w:r w:rsidR="00845976">
        <w:rPr>
          <w:rFonts w:ascii="Corbel" w:hAnsi="Corbel"/>
          <w:sz w:val="20"/>
          <w:szCs w:val="20"/>
        </w:rPr>
        <w:t>/202</w:t>
      </w:r>
      <w:r w:rsidR="00972330">
        <w:rPr>
          <w:rFonts w:ascii="Corbel" w:hAnsi="Corbel"/>
          <w:sz w:val="20"/>
          <w:szCs w:val="20"/>
        </w:rPr>
        <w:t>1</w:t>
      </w:r>
    </w:p>
    <w:p w14:paraId="79B66F6F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EF3B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5C3E77DC" w14:textId="77777777" w:rsidTr="00D84EF0">
        <w:tc>
          <w:tcPr>
            <w:tcW w:w="3857" w:type="dxa"/>
            <w:vAlign w:val="center"/>
          </w:tcPr>
          <w:p w14:paraId="1C001FED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BD5983F" w14:textId="77777777" w:rsidR="004E4652" w:rsidRPr="0079395F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129BABD6" w14:textId="77777777" w:rsidTr="00D84EF0">
        <w:tc>
          <w:tcPr>
            <w:tcW w:w="3857" w:type="dxa"/>
            <w:vAlign w:val="center"/>
          </w:tcPr>
          <w:p w14:paraId="63891DFE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E5088C5" w14:textId="2B45AEC6" w:rsidR="004E4652" w:rsidRPr="0008163D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C582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C582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665E6B" w:rsidRPr="009C54AE" w14:paraId="64061616" w14:textId="77777777" w:rsidTr="00D84EF0">
        <w:tc>
          <w:tcPr>
            <w:tcW w:w="3857" w:type="dxa"/>
            <w:vAlign w:val="center"/>
          </w:tcPr>
          <w:p w14:paraId="791BE20B" w14:textId="77777777" w:rsidR="00665E6B" w:rsidRPr="009C54AE" w:rsidRDefault="00665E6B" w:rsidP="00D84EF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DBBADC4" w14:textId="77777777" w:rsidR="00665E6B" w:rsidRPr="009C54AE" w:rsidRDefault="00665E6B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1D8E18C4" w14:textId="77777777" w:rsidTr="00D84EF0">
        <w:tc>
          <w:tcPr>
            <w:tcW w:w="3857" w:type="dxa"/>
            <w:vAlign w:val="center"/>
          </w:tcPr>
          <w:p w14:paraId="588A3AAF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49FA2C9B" w14:textId="5E62A18E" w:rsidR="004E4652" w:rsidRPr="00F5690B" w:rsidRDefault="00F5690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92B43A8" w14:textId="77777777" w:rsidTr="00D84EF0">
        <w:tc>
          <w:tcPr>
            <w:tcW w:w="3857" w:type="dxa"/>
            <w:vAlign w:val="center"/>
          </w:tcPr>
          <w:p w14:paraId="6F58E49A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4046DA23" w14:textId="77777777" w:rsidR="004E4652" w:rsidRPr="00EB2281" w:rsidRDefault="0091708F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71E78D75" w14:textId="77777777" w:rsidTr="00D84EF0">
        <w:tc>
          <w:tcPr>
            <w:tcW w:w="3857" w:type="dxa"/>
            <w:vAlign w:val="center"/>
          </w:tcPr>
          <w:p w14:paraId="0BCF8729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3380DE93" w14:textId="398FDCC6" w:rsidR="004E4652" w:rsidRPr="00EB2281" w:rsidRDefault="006E7C8E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652" w:rsidRPr="009C54AE" w14:paraId="63363082" w14:textId="77777777" w:rsidTr="00D84EF0">
        <w:tc>
          <w:tcPr>
            <w:tcW w:w="3857" w:type="dxa"/>
            <w:vAlign w:val="center"/>
          </w:tcPr>
          <w:p w14:paraId="5B2ABC76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18CD78F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2E2C17E" w14:textId="77777777" w:rsidTr="00D84EF0">
        <w:tc>
          <w:tcPr>
            <w:tcW w:w="3857" w:type="dxa"/>
            <w:vAlign w:val="center"/>
          </w:tcPr>
          <w:p w14:paraId="30EFE7D5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E9DB2D6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2A3BA73A" w14:textId="77777777" w:rsidTr="00D84EF0">
        <w:tc>
          <w:tcPr>
            <w:tcW w:w="3857" w:type="dxa"/>
            <w:vAlign w:val="center"/>
          </w:tcPr>
          <w:p w14:paraId="5025BB17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528743AA" w14:textId="77777777" w:rsidR="004E4652" w:rsidRPr="00EB2281" w:rsidRDefault="00381321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7A4FFF76" w14:textId="77777777" w:rsidTr="00D84EF0">
        <w:tc>
          <w:tcPr>
            <w:tcW w:w="3857" w:type="dxa"/>
            <w:vAlign w:val="center"/>
          </w:tcPr>
          <w:p w14:paraId="4D8B27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E66D6EC" w14:textId="77777777" w:rsidR="004E4652" w:rsidRPr="00EB2281" w:rsidRDefault="00D16B0F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1F638400" w14:textId="77777777" w:rsidTr="00D84EF0">
        <w:tc>
          <w:tcPr>
            <w:tcW w:w="3857" w:type="dxa"/>
            <w:vAlign w:val="center"/>
          </w:tcPr>
          <w:p w14:paraId="6A0849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5AE85DCE" w14:textId="77777777" w:rsidR="004E4652" w:rsidRPr="00EB2281" w:rsidRDefault="004E4652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442A245" w14:textId="77777777" w:rsidTr="00D84EF0">
        <w:tc>
          <w:tcPr>
            <w:tcW w:w="3857" w:type="dxa"/>
            <w:vAlign w:val="center"/>
          </w:tcPr>
          <w:p w14:paraId="47CBB78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6D4BE950" w14:textId="77777777" w:rsidR="004E4652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2691F0D2" w14:textId="77777777" w:rsidTr="00D84EF0">
        <w:tc>
          <w:tcPr>
            <w:tcW w:w="3857" w:type="dxa"/>
            <w:vAlign w:val="center"/>
          </w:tcPr>
          <w:p w14:paraId="5B57DC73" w14:textId="77777777" w:rsidR="00AF68A0" w:rsidRPr="009C54AE" w:rsidRDefault="00AF68A0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B10822" w14:textId="77777777" w:rsidR="00AF68A0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47D074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30EF5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E663C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6485BDC" w14:textId="77777777" w:rsidTr="00425219">
        <w:trPr>
          <w:trHeight w:val="70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924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DE1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5AE" w14:textId="06AD29FD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135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6C2F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E2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4BC9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5D40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437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BCA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25219" w:rsidRPr="009C54AE" w14:paraId="20001C56" w14:textId="77777777" w:rsidTr="0042521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DAD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54BA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F9E" w14:textId="63BEE212" w:rsidR="00425219" w:rsidRPr="009C54AE" w:rsidRDefault="0053748B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6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CCC0" w14:textId="0C5CEB63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7EC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F1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D7B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D09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25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BC07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23A2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9DE9F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D7E63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AD1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28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AE787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B0F49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346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CCD9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2A1B7D" w14:textId="77777777" w:rsidTr="00745302">
        <w:tc>
          <w:tcPr>
            <w:tcW w:w="9670" w:type="dxa"/>
          </w:tcPr>
          <w:p w14:paraId="18CD7C66" w14:textId="77777777" w:rsidR="0085747A" w:rsidRPr="009C54AE" w:rsidRDefault="004C5822" w:rsidP="005A45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06D5A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304D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6E2CE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8D6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A09DA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60C3FCCE" w14:textId="77777777" w:rsidTr="00B74045">
        <w:tc>
          <w:tcPr>
            <w:tcW w:w="845" w:type="dxa"/>
            <w:vAlign w:val="center"/>
          </w:tcPr>
          <w:p w14:paraId="3706449B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682BE1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="00B74045" w:rsidRPr="004E4652" w14:paraId="3F304447" w14:textId="77777777" w:rsidTr="00B74045">
        <w:tc>
          <w:tcPr>
            <w:tcW w:w="845" w:type="dxa"/>
            <w:vAlign w:val="center"/>
          </w:tcPr>
          <w:p w14:paraId="59C6535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878D92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39CED4" w14:textId="77777777" w:rsidTr="00B74045">
        <w:tc>
          <w:tcPr>
            <w:tcW w:w="845" w:type="dxa"/>
            <w:vAlign w:val="center"/>
          </w:tcPr>
          <w:p w14:paraId="39B822B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8DF42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27F2DD9A" w14:textId="77777777" w:rsidTr="00B74045">
        <w:tc>
          <w:tcPr>
            <w:tcW w:w="845" w:type="dxa"/>
            <w:vAlign w:val="center"/>
          </w:tcPr>
          <w:p w14:paraId="4DC06B6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9E59786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13DE098B" w14:textId="77777777" w:rsidTr="00B74045">
        <w:tc>
          <w:tcPr>
            <w:tcW w:w="845" w:type="dxa"/>
            <w:vAlign w:val="center"/>
          </w:tcPr>
          <w:p w14:paraId="2B2C22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72DD1FF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E16EFA0" w14:textId="77777777" w:rsidTr="00B74045">
        <w:tc>
          <w:tcPr>
            <w:tcW w:w="845" w:type="dxa"/>
            <w:vAlign w:val="center"/>
          </w:tcPr>
          <w:p w14:paraId="4820CE2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2D923C10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30F3C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414A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E2C2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80609F1" w14:textId="77777777" w:rsidTr="00D31885">
        <w:tc>
          <w:tcPr>
            <w:tcW w:w="1680" w:type="dxa"/>
            <w:vAlign w:val="center"/>
          </w:tcPr>
          <w:p w14:paraId="783A5F08" w14:textId="2467B2A5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25CA399" w14:textId="32B225CB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14:paraId="66FD21C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3E042C9A" w14:textId="77777777" w:rsidTr="00D31885">
        <w:tc>
          <w:tcPr>
            <w:tcW w:w="1680" w:type="dxa"/>
          </w:tcPr>
          <w:p w14:paraId="3AB827E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45E0DD4E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5E96DF3D" w14:textId="7760A606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CFF0232" w14:textId="77777777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D251140" w14:textId="77777777" w:rsidTr="00D31885">
        <w:tc>
          <w:tcPr>
            <w:tcW w:w="1680" w:type="dxa"/>
          </w:tcPr>
          <w:p w14:paraId="412FF42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67B543D8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jektowania i modyfikowania dokumentów, procedur i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2FF8959A" w14:textId="77777777" w:rsidR="001F562C" w:rsidRPr="002A175E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6E901081" w14:textId="77777777" w:rsidR="00B74045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7D623B8" w14:textId="0CF8429E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6AE980CA" w14:textId="77777777" w:rsidTr="00D31885">
        <w:tc>
          <w:tcPr>
            <w:tcW w:w="1680" w:type="dxa"/>
          </w:tcPr>
          <w:p w14:paraId="7213A20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763D032C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1DAF9437" w14:textId="77777777" w:rsidR="001F562C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D5C4BD" w14:textId="77777777" w:rsidR="001F562C" w:rsidRPr="002A175E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14:paraId="1AFEC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1D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00EF1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2CE2548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771CA" w14:textId="77777777" w:rsidTr="00A96862">
        <w:tc>
          <w:tcPr>
            <w:tcW w:w="9520" w:type="dxa"/>
          </w:tcPr>
          <w:p w14:paraId="01D07CFC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687CCEBC" w14:textId="77777777" w:rsidTr="00A96862">
        <w:tc>
          <w:tcPr>
            <w:tcW w:w="9520" w:type="dxa"/>
          </w:tcPr>
          <w:p w14:paraId="53B52C99" w14:textId="77777777" w:rsidR="004C5822" w:rsidRPr="009C54AE" w:rsidRDefault="004C5822" w:rsidP="004C5822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12D2E28" w14:textId="77777777" w:rsidTr="00A96862">
        <w:tc>
          <w:tcPr>
            <w:tcW w:w="9520" w:type="dxa"/>
          </w:tcPr>
          <w:p w14:paraId="1713E461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D2F56AA" w14:textId="77777777" w:rsidTr="00A96862">
        <w:tc>
          <w:tcPr>
            <w:tcW w:w="9520" w:type="dxa"/>
          </w:tcPr>
          <w:p w14:paraId="6D50BB53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D6C7EE0" w14:textId="77777777" w:rsidTr="00A96862">
        <w:tc>
          <w:tcPr>
            <w:tcW w:w="9520" w:type="dxa"/>
          </w:tcPr>
          <w:p w14:paraId="2C1C86CF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56A97E64" w14:textId="77777777" w:rsidTr="00A96862">
        <w:tc>
          <w:tcPr>
            <w:tcW w:w="9520" w:type="dxa"/>
          </w:tcPr>
          <w:p w14:paraId="264C42C0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4433791F" w14:textId="77777777" w:rsidTr="00A96862">
        <w:tc>
          <w:tcPr>
            <w:tcW w:w="9520" w:type="dxa"/>
          </w:tcPr>
          <w:p w14:paraId="3F629679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DE51107" w14:textId="77777777" w:rsidTr="00A96862">
        <w:tc>
          <w:tcPr>
            <w:tcW w:w="9520" w:type="dxa"/>
          </w:tcPr>
          <w:p w14:paraId="05BA79F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08343FED" w14:textId="77777777" w:rsidTr="00A96862">
        <w:tc>
          <w:tcPr>
            <w:tcW w:w="9520" w:type="dxa"/>
          </w:tcPr>
          <w:p w14:paraId="37CB2AC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="004C5822" w:rsidRPr="009C54AE" w14:paraId="2B10EBC7" w14:textId="77777777" w:rsidTr="00A96862">
        <w:tc>
          <w:tcPr>
            <w:tcW w:w="9520" w:type="dxa"/>
          </w:tcPr>
          <w:p w14:paraId="57852CB4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14:paraId="43320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6698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9BBD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EC286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sultacje.</w:t>
      </w:r>
    </w:p>
    <w:p w14:paraId="29699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699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650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DCB8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4DAD20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6E4DCBC1" w14:textId="77777777" w:rsidTr="00E24198">
        <w:tc>
          <w:tcPr>
            <w:tcW w:w="2378" w:type="dxa"/>
            <w:vAlign w:val="center"/>
          </w:tcPr>
          <w:p w14:paraId="05C5828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052D6AAF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A6275C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5E1A3F82" w14:textId="77777777" w:rsidTr="00E24198">
        <w:tc>
          <w:tcPr>
            <w:tcW w:w="2378" w:type="dxa"/>
          </w:tcPr>
          <w:p w14:paraId="398E913E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D66C12E" w14:textId="77777777" w:rsidR="001F562C" w:rsidRPr="004C3B61" w:rsidRDefault="004C3B61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5A455F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5A0DCA64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2CC7E8F7" w14:textId="77777777" w:rsidTr="00E24198">
        <w:tc>
          <w:tcPr>
            <w:tcW w:w="2378" w:type="dxa"/>
          </w:tcPr>
          <w:p w14:paraId="30034E9F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09EBEEED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B39A05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B6F57A7" w14:textId="77777777" w:rsidTr="00E24198">
        <w:tc>
          <w:tcPr>
            <w:tcW w:w="2378" w:type="dxa"/>
          </w:tcPr>
          <w:p w14:paraId="0C4125A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A4E0395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5DEC4065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9829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E53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EFFD74" w14:textId="77777777" w:rsidTr="643E9E5C">
        <w:tc>
          <w:tcPr>
            <w:tcW w:w="9670" w:type="dxa"/>
          </w:tcPr>
          <w:p w14:paraId="0644FDC9" w14:textId="2C85166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14:paraId="5D6378EC" w14:textId="5F1F165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14:paraId="3A4CA370" w14:textId="64221DF1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14:paraId="3843553D" w14:textId="618BE86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14:paraId="34F2423D" w14:textId="1CC2269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14:paraId="07DD8D7D" w14:textId="60C6EB37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14:paraId="28670D88" w14:textId="318967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14:paraId="3C5002D7" w14:textId="09539D2A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14:paraId="486F5DB3" w14:textId="60AD4BC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14:paraId="0AE52BA0" w14:textId="2C0BB8F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14:paraId="40236966" w14:textId="70FDAA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14:paraId="12468C96" w14:textId="1B66175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14:paraId="24A513A9" w14:textId="51E72A6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="1099ED59" w:rsidRPr="643E9E5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0DB3A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AFD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70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1CB9218" w14:textId="77777777" w:rsidTr="003E1941">
        <w:tc>
          <w:tcPr>
            <w:tcW w:w="4962" w:type="dxa"/>
            <w:vAlign w:val="center"/>
          </w:tcPr>
          <w:p w14:paraId="1A88EB2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B2574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2213687" w14:textId="77777777" w:rsidTr="00923D7D">
        <w:tc>
          <w:tcPr>
            <w:tcW w:w="4962" w:type="dxa"/>
          </w:tcPr>
          <w:p w14:paraId="79B05EE2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E34FED5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0151B2CA" w14:textId="77777777" w:rsidTr="00923D7D">
        <w:tc>
          <w:tcPr>
            <w:tcW w:w="4962" w:type="dxa"/>
          </w:tcPr>
          <w:p w14:paraId="5F35AA57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D4A885" w14:textId="77777777" w:rsidR="004D4350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F3EA5" w:rsidRPr="009C54AE" w14:paraId="2B82C85D" w14:textId="77777777" w:rsidTr="00923D7D">
        <w:tc>
          <w:tcPr>
            <w:tcW w:w="4962" w:type="dxa"/>
          </w:tcPr>
          <w:p w14:paraId="364492E6" w14:textId="77777777" w:rsidR="005F3EA5" w:rsidRPr="009C54AE" w:rsidRDefault="005F3EA5" w:rsidP="00FC3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prezentacji</w:t>
            </w:r>
          </w:p>
        </w:tc>
        <w:tc>
          <w:tcPr>
            <w:tcW w:w="4677" w:type="dxa"/>
          </w:tcPr>
          <w:p w14:paraId="7FC45F23" w14:textId="77777777" w:rsidR="005F3EA5" w:rsidRPr="009C54AE" w:rsidRDefault="00FC3C6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  <w:t>8</w:t>
            </w:r>
          </w:p>
        </w:tc>
      </w:tr>
      <w:tr w:rsidR="0085747A" w:rsidRPr="009C54AE" w14:paraId="39D4F885" w14:textId="77777777" w:rsidTr="00923D7D">
        <w:tc>
          <w:tcPr>
            <w:tcW w:w="4962" w:type="dxa"/>
          </w:tcPr>
          <w:p w14:paraId="534D5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A8BFD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9CB862" w14:textId="77777777" w:rsidTr="00923D7D">
        <w:tc>
          <w:tcPr>
            <w:tcW w:w="4962" w:type="dxa"/>
          </w:tcPr>
          <w:p w14:paraId="3A4ED6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8760E2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A72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DCE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723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4261B8E" w14:textId="77777777" w:rsidTr="000368C2">
        <w:trPr>
          <w:trHeight w:val="397"/>
        </w:trPr>
        <w:tc>
          <w:tcPr>
            <w:tcW w:w="4111" w:type="dxa"/>
          </w:tcPr>
          <w:p w14:paraId="42FA9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B1A57B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11BA1D" w14:textId="77777777" w:rsidTr="000368C2">
        <w:trPr>
          <w:trHeight w:val="397"/>
        </w:trPr>
        <w:tc>
          <w:tcPr>
            <w:tcW w:w="4111" w:type="dxa"/>
          </w:tcPr>
          <w:p w14:paraId="14FBCF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B4430D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1DAB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9137C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7D488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00259" w14:textId="77777777" w:rsidTr="000368C2">
        <w:trPr>
          <w:trHeight w:val="397"/>
        </w:trPr>
        <w:tc>
          <w:tcPr>
            <w:tcW w:w="9639" w:type="dxa"/>
          </w:tcPr>
          <w:p w14:paraId="3D550E2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0CF292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22C27CF2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49485720" w14:textId="77777777" w:rsidTr="000368C2">
        <w:trPr>
          <w:trHeight w:val="397"/>
        </w:trPr>
        <w:tc>
          <w:tcPr>
            <w:tcW w:w="9639" w:type="dxa"/>
          </w:tcPr>
          <w:p w14:paraId="24A6BD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CCB838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7C4062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CB66B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5F262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434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514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8CEEA" w14:textId="77777777" w:rsidR="00A57723" w:rsidRDefault="00A57723" w:rsidP="00C16ABF">
      <w:pPr>
        <w:spacing w:after="0" w:line="240" w:lineRule="auto"/>
      </w:pPr>
      <w:r>
        <w:separator/>
      </w:r>
    </w:p>
  </w:endnote>
  <w:endnote w:type="continuationSeparator" w:id="0">
    <w:p w14:paraId="342DD98A" w14:textId="77777777" w:rsidR="00A57723" w:rsidRDefault="00A577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FB336" w14:textId="77777777" w:rsidR="00A57723" w:rsidRDefault="00A57723" w:rsidP="00C16ABF">
      <w:pPr>
        <w:spacing w:after="0" w:line="240" w:lineRule="auto"/>
      </w:pPr>
      <w:r>
        <w:separator/>
      </w:r>
    </w:p>
  </w:footnote>
  <w:footnote w:type="continuationSeparator" w:id="0">
    <w:p w14:paraId="4EFBE750" w14:textId="77777777" w:rsidR="00A57723" w:rsidRDefault="00A57723" w:rsidP="00C16ABF">
      <w:pPr>
        <w:spacing w:after="0" w:line="240" w:lineRule="auto"/>
      </w:pPr>
      <w:r>
        <w:continuationSeparator/>
      </w:r>
    </w:p>
  </w:footnote>
  <w:footnote w:id="1">
    <w:p w14:paraId="5DF60A6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7C63"/>
    <w:rsid w:val="00531F6A"/>
    <w:rsid w:val="005363C4"/>
    <w:rsid w:val="00536BDE"/>
    <w:rsid w:val="0053748B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2F8D"/>
    <w:rsid w:val="00617230"/>
    <w:rsid w:val="00621CE1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2B9C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72330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57723"/>
    <w:rsid w:val="00A601C8"/>
    <w:rsid w:val="00A60799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7080118"/>
    <w:rsid w:val="51E5F96C"/>
    <w:rsid w:val="555B0939"/>
    <w:rsid w:val="643E9E5C"/>
    <w:rsid w:val="6C7D9A12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D867D1-D118-4952-8FD5-6F8AF526D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54045-E521-489F-8656-229F437C2C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1029</Words>
  <Characters>6178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37</cp:revision>
  <cp:lastPrinted>2017-02-15T12:41:00Z</cp:lastPrinted>
  <dcterms:created xsi:type="dcterms:W3CDTF">2020-10-23T19:38:00Z</dcterms:created>
  <dcterms:modified xsi:type="dcterms:W3CDTF">2020-12-16T10:51:00Z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